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7FC" w:rsidRDefault="005F27FC"/>
    <w:p w:rsidR="005F27FC" w:rsidRPr="005F27FC" w:rsidRDefault="005F27FC" w:rsidP="005F27FC"/>
    <w:p w:rsidR="005F27FC" w:rsidRPr="005F27FC" w:rsidRDefault="005F27FC" w:rsidP="005F27FC"/>
    <w:p w:rsidR="005F27FC" w:rsidRPr="005F27FC" w:rsidRDefault="005F27FC" w:rsidP="005F27FC"/>
    <w:p w:rsidR="005F27FC" w:rsidRPr="005F27FC" w:rsidRDefault="004F504C" w:rsidP="005F27FC">
      <w:r>
        <w:rPr>
          <w:noProof/>
          <w:lang w:val="it-CH" w:eastAsia="it-CH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5414010</wp:posOffset>
            </wp:positionH>
            <wp:positionV relativeFrom="paragraph">
              <wp:posOffset>311785</wp:posOffset>
            </wp:positionV>
            <wp:extent cx="1704975" cy="1676400"/>
            <wp:effectExtent l="19050" t="0" r="9525" b="0"/>
            <wp:wrapTight wrapText="bothSides">
              <wp:wrapPolygon edited="0">
                <wp:start x="-241" y="0"/>
                <wp:lineTo x="-241" y="21355"/>
                <wp:lineTo x="21721" y="21355"/>
                <wp:lineTo x="21721" y="0"/>
                <wp:lineTo x="-241" y="0"/>
              </wp:wrapPolygon>
            </wp:wrapTight>
            <wp:docPr id="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it-CH" w:eastAsia="it-CH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3699510</wp:posOffset>
            </wp:positionH>
            <wp:positionV relativeFrom="paragraph">
              <wp:posOffset>311785</wp:posOffset>
            </wp:positionV>
            <wp:extent cx="1714500" cy="1695450"/>
            <wp:effectExtent l="19050" t="19050" r="19050" b="19050"/>
            <wp:wrapTight wrapText="bothSides">
              <wp:wrapPolygon edited="0">
                <wp:start x="-240" y="-243"/>
                <wp:lineTo x="-240" y="21843"/>
                <wp:lineTo x="21840" y="21843"/>
                <wp:lineTo x="21840" y="-243"/>
                <wp:lineTo x="-240" y="-243"/>
              </wp:wrapPolygon>
            </wp:wrapTight>
            <wp:docPr id="6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6954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8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5E5A">
        <w:rPr>
          <w:noProof/>
          <w:lang w:eastAsia="it-IT"/>
        </w:rPr>
        <w:pict>
          <v:rect id="Rectangle 8" o:spid="_x0000_s1039" style="position:absolute;margin-left:426.05pt;margin-top:24.3pt;width:133.25pt;height:132.25pt;z-index:251654653;visibility:visible;mso-position-horizontal-relative:text;mso-position-vertical-relative:text" filled="f" stroked="f"/>
        </w:pict>
      </w:r>
      <w:r w:rsidR="00815E5A">
        <w:rPr>
          <w:noProof/>
          <w:lang w:eastAsia="it-IT"/>
        </w:rPr>
        <w:pict>
          <v:rect id="Rectangle 10" o:spid="_x0000_s1026" style="position:absolute;margin-left:157.55pt;margin-top:24.95pt;width:133.25pt;height:131.6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" fillcolor="#92cddc [1944]" strokecolor="#92cddc [1944]"/>
        </w:pict>
      </w:r>
    </w:p>
    <w:p w:rsidR="005F27FC" w:rsidRPr="005F27FC" w:rsidRDefault="00815E5A" w:rsidP="005F27FC">
      <w:r>
        <w:rPr>
          <w:noProof/>
          <w:lang w:eastAsia="it-IT"/>
        </w:rPr>
        <w:pict>
          <v:rect id="Rectangle 12" o:spid="_x0000_s1040" style="position:absolute;margin-left:290.8pt;margin-top:-.5pt;width:134.75pt;height:131.6pt;z-index:251655678;visibility:visible" filled="f" stroked="f"/>
        </w:pict>
      </w:r>
    </w:p>
    <w:p w:rsidR="005F27FC" w:rsidRPr="005F27FC" w:rsidRDefault="005F27FC" w:rsidP="005F27FC"/>
    <w:p w:rsidR="005F27FC" w:rsidRPr="005F27FC" w:rsidRDefault="005F27FC" w:rsidP="005F27FC"/>
    <w:p w:rsidR="005F27FC" w:rsidRPr="005F27FC" w:rsidRDefault="005F27FC" w:rsidP="005F27FC"/>
    <w:p w:rsidR="005F27FC" w:rsidRPr="005F27FC" w:rsidRDefault="005F27FC" w:rsidP="005F27FC"/>
    <w:p w:rsidR="005F27FC" w:rsidRPr="005F27FC" w:rsidRDefault="004F504C" w:rsidP="005F27FC">
      <w:r w:rsidRPr="004F504C">
        <w:t xml:space="preserve"> </w:t>
      </w:r>
      <w:r w:rsidR="00815E5A">
        <w:rPr>
          <w:noProof/>
          <w:lang w:eastAsia="it-IT"/>
        </w:rPr>
        <w:pict>
          <v:rect id="Rectangle 9" o:spid="_x0000_s1037" style="position:absolute;margin-left:426.9pt;margin-top:4.55pt;width:133.25pt;height:136.9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" fillcolor="#92d050" strokecolor="#92d050"/>
        </w:pict>
      </w:r>
      <w:r w:rsidR="00815E5A">
        <w:rPr>
          <w:noProof/>
          <w:lang w:eastAsia="it-IT"/>
        </w:rPr>
        <w:pict>
          <v:rect id="Rectangle 2" o:spid="_x0000_s1036" style="position:absolute;margin-left:25.5pt;margin-top:5.45pt;width:133.25pt;height:135.3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" fillcolor="#92d050" strokecolor="#92d050"/>
        </w:pict>
      </w:r>
      <w:r w:rsidR="00815E5A">
        <w:rPr>
          <w:noProof/>
          <w:lang w:eastAsia="it-IT"/>
        </w:rPr>
        <w:pict>
          <v:rect id="Rectangle 7" o:spid="_x0000_s1035" style="position:absolute;margin-left:157.55pt;margin-top:3.9pt;width:133.25pt;height:137.4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" fillcolor="#92cddc [1944]" strokecolor="#92cddc [1944]"/>
        </w:pict>
      </w:r>
      <w:r w:rsidR="00815E5A">
        <w:rPr>
          <w:noProof/>
          <w:lang w:eastAsia="it-IT"/>
        </w:rPr>
        <w:pict>
          <v:rect id="_x0000_s1034" style="position:absolute;margin-left:560.3pt;margin-top:3.9pt;width:133.25pt;height:136.7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"/>
        </w:pict>
      </w:r>
    </w:p>
    <w:p w:rsidR="005F27FC" w:rsidRPr="005F27FC" w:rsidRDefault="005F27FC" w:rsidP="005F27FC"/>
    <w:p w:rsidR="005F27FC" w:rsidRPr="005F27FC" w:rsidRDefault="005F27FC" w:rsidP="005F27FC"/>
    <w:p w:rsidR="005F27FC" w:rsidRPr="005F27FC" w:rsidRDefault="005F27FC" w:rsidP="005F27FC"/>
    <w:p w:rsidR="005F27FC" w:rsidRPr="005F27FC" w:rsidRDefault="005F27FC" w:rsidP="005F27FC"/>
    <w:p w:rsidR="005F27FC" w:rsidRDefault="005F27FC" w:rsidP="005F27FC"/>
    <w:p w:rsidR="00407CA2" w:rsidRDefault="00407CA2" w:rsidP="005F27FC">
      <w:pPr>
        <w:ind w:firstLine="708"/>
      </w:pPr>
    </w:p>
    <w:p w:rsidR="005F27FC" w:rsidRDefault="005F27FC" w:rsidP="005F27FC">
      <w:pPr>
        <w:ind w:firstLine="708"/>
      </w:pPr>
    </w:p>
    <w:p w:rsidR="005F27FC" w:rsidRDefault="005F27FC" w:rsidP="005F27FC">
      <w:pPr>
        <w:ind w:firstLine="708"/>
      </w:pPr>
    </w:p>
    <w:p w:rsidR="001E0097" w:rsidRDefault="00815E5A" w:rsidP="001E0097">
      <w:r>
        <w:rPr>
          <w:noProof/>
          <w:lang w:eastAsia="it-IT"/>
        </w:rPr>
        <w:lastRenderedPageBreak/>
        <w:pict>
          <v:rect id="Rectangle 16" o:spid="_x0000_s1032" style="position:absolute;margin-left:438.05pt;margin-top:258.3pt;width:133.25pt;height:133.25pt;z-index:251671552;visibility:visible" filled="f" strokecolor="#d8d8d8 [2732]"/>
        </w:pict>
      </w:r>
      <w:r>
        <w:rPr>
          <w:noProof/>
          <w:lang w:eastAsia="it-IT"/>
        </w:rPr>
        <w:pict>
          <v:rect id="Rectangle 15" o:spid="_x0000_s1031" style="position:absolute;margin-left:571.3pt;margin-top:258.3pt;width:133.25pt;height:133.2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"/>
        </w:pict>
      </w:r>
      <w:r>
        <w:rPr>
          <w:noProof/>
          <w:lang w:eastAsia="it-IT"/>
        </w:rPr>
        <w:pict>
          <v:rect id="Rectangle 19" o:spid="_x0000_s1030" style="position:absolute;margin-left:438.05pt;margin-top:125.05pt;width:133.25pt;height:133.2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" fillcolor="#92d050" strokecolor="#92d050"/>
        </w:pict>
      </w:r>
      <w:r>
        <w:rPr>
          <w:noProof/>
          <w:lang w:eastAsia="it-IT"/>
        </w:rPr>
        <w:pict>
          <v:rect id="Rectangle 18" o:spid="_x0000_s1029" style="position:absolute;margin-left:304.8pt;margin-top:125.05pt;width:133.25pt;height:133.25pt;z-index:-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" fillcolor="#92d050" strokecolor="#92d050"/>
        </w:pict>
      </w:r>
      <w:r>
        <w:rPr>
          <w:noProof/>
          <w:lang w:eastAsia="it-IT"/>
        </w:rPr>
        <w:pict>
          <v:rect id="Rectangle 17" o:spid="_x0000_s1028" style="position:absolute;margin-left:171.55pt;margin-top:125.05pt;width:133.25pt;height:133.2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" fillcolor="#92cddc [1944]" strokecolor="#92cddc [1944]"/>
        </w:pict>
      </w:r>
    </w:p>
    <w:p w:rsidR="00706A67" w:rsidRDefault="00F1007F" w:rsidP="005F27FC">
      <w:pPr>
        <w:ind w:firstLine="708"/>
      </w:pPr>
      <w:r w:rsidRPr="00F1007F">
        <w:rPr>
          <w:noProof/>
          <w:lang w:val="it-CH" w:eastAsia="it-CH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5566411</wp:posOffset>
            </wp:positionH>
            <wp:positionV relativeFrom="paragraph">
              <wp:posOffset>2966720</wp:posOffset>
            </wp:positionV>
            <wp:extent cx="1676400" cy="1676400"/>
            <wp:effectExtent l="19050" t="0" r="0" b="0"/>
            <wp:wrapNone/>
            <wp:docPr id="3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504C">
        <w:rPr>
          <w:noProof/>
          <w:lang w:val="it-CH" w:eastAsia="it-CH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461010</wp:posOffset>
            </wp:positionH>
            <wp:positionV relativeFrom="paragraph">
              <wp:posOffset>2947670</wp:posOffset>
            </wp:positionV>
            <wp:extent cx="1714500" cy="1694815"/>
            <wp:effectExtent l="19050" t="0" r="0" b="0"/>
            <wp:wrapTight wrapText="bothSides">
              <wp:wrapPolygon edited="0">
                <wp:start x="-240" y="0"/>
                <wp:lineTo x="-240" y="21365"/>
                <wp:lineTo x="21600" y="21365"/>
                <wp:lineTo x="21600" y="0"/>
                <wp:lineTo x="-240" y="0"/>
              </wp:wrapPolygon>
            </wp:wrapTight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694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5E5A">
        <w:rPr>
          <w:noProof/>
          <w:lang w:eastAsia="it-IT"/>
        </w:rPr>
        <w:pict>
          <v:rect id="_x0000_s1041" style="position:absolute;left:0;text-align:left;margin-left:36.05pt;margin-top:232.1pt;width:135.5pt;height:134pt;z-index:251683840;visibility:visible;mso-position-horizontal-relative:text;mso-position-vertical-relative:text" filled="f" strokecolor="#d8d8d8 [2732]"/>
        </w:pict>
      </w:r>
      <w:r w:rsidR="00815E5A">
        <w:rPr>
          <w:noProof/>
          <w:lang w:eastAsia="it-IT"/>
        </w:rPr>
        <w:pict>
          <v:rect id="Rectangle 13" o:spid="_x0000_s1033" style="position:absolute;left:0;text-align:left;margin-left:37.55pt;margin-top:232.85pt;width:134pt;height:135.15pt;z-index:251652603;visibility:visible;mso-position-horizontal-relative:text;mso-position-vertical-relative:text" filled="f" stroked="f"/>
        </w:pict>
      </w:r>
      <w:r w:rsidR="00815E5A">
        <w:rPr>
          <w:noProof/>
          <w:lang w:eastAsia="it-IT"/>
        </w:rPr>
        <w:pict>
          <v:rect id="Rectangle 14" o:spid="_x0000_s1027" style="position:absolute;left:0;text-align:left;margin-left:171.55pt;margin-top:233pt;width:133.25pt;height:135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" fillcolor="#92cddc [1944]" strokecolor="#92cddc [1944]"/>
        </w:pict>
      </w:r>
    </w:p>
    <w:p w:rsidR="00706A67" w:rsidRPr="00706A67" w:rsidRDefault="00706A67" w:rsidP="00706A67"/>
    <w:p w:rsidR="00706A67" w:rsidRPr="00706A67" w:rsidRDefault="00706A67" w:rsidP="00706A67"/>
    <w:p w:rsidR="00706A67" w:rsidRPr="00706A67" w:rsidRDefault="00706A67" w:rsidP="00706A67"/>
    <w:p w:rsidR="00706A67" w:rsidRPr="00706A67" w:rsidRDefault="00706A67" w:rsidP="00706A67"/>
    <w:p w:rsidR="00706A67" w:rsidRPr="00706A67" w:rsidRDefault="00706A67" w:rsidP="00706A67"/>
    <w:p w:rsidR="00706A67" w:rsidRPr="00706A67" w:rsidRDefault="00706A67" w:rsidP="00706A67"/>
    <w:p w:rsidR="00706A67" w:rsidRPr="00706A67" w:rsidRDefault="00706A67" w:rsidP="00706A67"/>
    <w:p w:rsidR="00706A67" w:rsidRPr="00706A67" w:rsidRDefault="00706A67" w:rsidP="00706A67"/>
    <w:p w:rsidR="00706A67" w:rsidRPr="00706A67" w:rsidRDefault="00706A67" w:rsidP="00706A67"/>
    <w:p w:rsidR="00706A67" w:rsidRPr="00706A67" w:rsidRDefault="00706A67" w:rsidP="00706A67"/>
    <w:p w:rsidR="00706A67" w:rsidRPr="00706A67" w:rsidRDefault="00706A67" w:rsidP="00706A67"/>
    <w:p w:rsidR="00706A67" w:rsidRPr="00706A67" w:rsidRDefault="00706A67" w:rsidP="00706A67"/>
    <w:p w:rsidR="00706A67" w:rsidRPr="00706A67" w:rsidRDefault="00706A67" w:rsidP="00706A67"/>
    <w:p w:rsidR="00706A67" w:rsidRDefault="00706A67" w:rsidP="00706A67"/>
    <w:p w:rsidR="005F27FC" w:rsidRDefault="00706A67" w:rsidP="00706A67">
      <w:pPr>
        <w:tabs>
          <w:tab w:val="left" w:pos="2070"/>
        </w:tabs>
      </w:pPr>
      <w:r>
        <w:tab/>
      </w:r>
    </w:p>
    <w:p w:rsidR="00706A67" w:rsidRDefault="00706A67" w:rsidP="00706A67">
      <w:pPr>
        <w:tabs>
          <w:tab w:val="left" w:pos="2070"/>
        </w:tabs>
      </w:pPr>
    </w:p>
    <w:p w:rsidR="00706A67" w:rsidRDefault="00706A67" w:rsidP="00706A67">
      <w:pPr>
        <w:tabs>
          <w:tab w:val="left" w:pos="2070"/>
        </w:tabs>
      </w:pPr>
    </w:p>
    <w:p w:rsidR="00706A67" w:rsidRPr="00B16A95" w:rsidRDefault="00706A67" w:rsidP="00706A67">
      <w:pPr>
        <w:rPr>
          <w:b/>
          <w:sz w:val="36"/>
        </w:rPr>
      </w:pPr>
      <w:r w:rsidRPr="00B16A95">
        <w:rPr>
          <w:b/>
          <w:sz w:val="36"/>
        </w:rPr>
        <w:lastRenderedPageBreak/>
        <w:t>ISTRUZIONI</w:t>
      </w:r>
    </w:p>
    <w:p w:rsidR="00706A67" w:rsidRDefault="00815E5A" w:rsidP="00706A67">
      <w:r>
        <w:rPr>
          <w:noProof/>
          <w:lang w:eastAsia="it-I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margin-left:415.8pt;margin-top:-10.15pt;width:0;height:39.7pt;flip:y;z-index:251698176" o:connectortype="straight">
            <v:stroke dashstyle="longDash"/>
          </v:shape>
        </w:pict>
      </w:r>
      <w:r>
        <w:rPr>
          <w:noProof/>
          <w:lang w:eastAsia="it-IT"/>
        </w:rPr>
        <w:pict>
          <v:shape id="_x0000_s1049" type="#_x0000_t32" style="position:absolute;margin-left:298.8pt;margin-top:-10.9pt;width:0;height:39.7pt;flip:y;z-index:251697152" o:connectortype="straight">
            <v:stroke dashstyle="longDash"/>
          </v:shape>
        </w:pict>
      </w:r>
      <w:r>
        <w:rPr>
          <w:noProof/>
          <w:lang w:eastAsia="it-IT"/>
        </w:rPr>
        <w:pict>
          <v:shape id="_x0000_s1044" type="#_x0000_t32" style="position:absolute;margin-left:298.8pt;margin-top:-9.45pt;width:117pt;height:0;z-index:251692032" o:connectortype="straight">
            <v:stroke dashstyle="longDash"/>
          </v:shape>
        </w:pict>
      </w:r>
      <w:r w:rsidR="00706A67">
        <w:rPr>
          <w:noProof/>
          <w:lang w:val="it-CH" w:eastAsia="it-CH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3280410</wp:posOffset>
            </wp:positionH>
            <wp:positionV relativeFrom="paragraph">
              <wp:posOffset>-139065</wp:posOffset>
            </wp:positionV>
            <wp:extent cx="2505075" cy="1038225"/>
            <wp:effectExtent l="19050" t="0" r="9525" b="0"/>
            <wp:wrapTight wrapText="bothSides">
              <wp:wrapPolygon edited="0">
                <wp:start x="-164" y="0"/>
                <wp:lineTo x="-164" y="21402"/>
                <wp:lineTo x="21682" y="21402"/>
                <wp:lineTo x="21682" y="0"/>
                <wp:lineTo x="-164" y="0"/>
              </wp:wrapPolygon>
            </wp:wrapTight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6A67">
        <w:t>- RITAGLIARE LUNGO IL CONTORNO DELLA FIGURA</w:t>
      </w:r>
    </w:p>
    <w:p w:rsidR="00706A67" w:rsidRDefault="00815E5A" w:rsidP="00706A67">
      <w:r>
        <w:rPr>
          <w:noProof/>
          <w:lang w:eastAsia="it-IT"/>
        </w:rPr>
        <w:pict>
          <v:shape id="_x0000_s1054" type="#_x0000_t32" style="position:absolute;margin-left:337.8pt;margin-top:4.9pt;width:37.5pt;height:0;z-index:251702272" o:connectortype="straight">
            <v:stroke dashstyle="longDash"/>
          </v:shape>
        </w:pict>
      </w:r>
      <w:r>
        <w:rPr>
          <w:noProof/>
          <w:lang w:eastAsia="it-IT"/>
        </w:rPr>
        <w:pict>
          <v:shape id="_x0000_s1053" type="#_x0000_t32" style="position:absolute;margin-left:337.05pt;margin-top:4.15pt;width:0;height:39.7pt;flip:y;z-index:251701248" o:connectortype="straight">
            <v:stroke dashstyle="longDash"/>
          </v:shape>
        </w:pict>
      </w:r>
      <w:r>
        <w:rPr>
          <w:noProof/>
          <w:lang w:eastAsia="it-IT"/>
        </w:rPr>
        <w:pict>
          <v:shape id="_x0000_s1052" type="#_x0000_t32" style="position:absolute;margin-left:375.3pt;margin-top:4.15pt;width:0;height:39.7pt;flip:y;z-index:251700224" o:connectortype="straight">
            <v:stroke dashstyle="longDash"/>
          </v:shape>
        </w:pict>
      </w:r>
      <w:r>
        <w:rPr>
          <w:noProof/>
          <w:lang w:eastAsia="it-IT"/>
        </w:rPr>
        <w:pict>
          <v:shape id="_x0000_s1051" type="#_x0000_t32" style="position:absolute;margin-left:453.3pt;margin-top:4.15pt;width:0;height:39.7pt;flip:y;z-index:251699200" o:connectortype="straight">
            <v:stroke dashstyle="longDash"/>
          </v:shape>
        </w:pict>
      </w:r>
      <w:r>
        <w:rPr>
          <w:noProof/>
          <w:lang w:eastAsia="it-IT"/>
        </w:rPr>
        <w:pict>
          <v:shape id="_x0000_s1048" type="#_x0000_t32" style="position:absolute;margin-left:259.8pt;margin-top:4.15pt;width:0;height:39.7pt;flip:y;z-index:251696128" o:connectortype="straight">
            <v:stroke dashstyle="longDash"/>
          </v:shape>
        </w:pict>
      </w:r>
      <w:r>
        <w:rPr>
          <w:noProof/>
          <w:lang w:eastAsia="it-IT"/>
        </w:rPr>
        <w:pict>
          <v:shape id="_x0000_s1047" type="#_x0000_t32" style="position:absolute;margin-left:259.8pt;margin-top:4.1pt;width:37.5pt;height:0;z-index:251695104" o:connectortype="straight">
            <v:stroke dashstyle="longDash"/>
          </v:shape>
        </w:pict>
      </w:r>
      <w:r>
        <w:rPr>
          <w:noProof/>
          <w:lang w:eastAsia="it-IT"/>
        </w:rPr>
        <w:pict>
          <v:shape id="_x0000_s1046" type="#_x0000_t32" style="position:absolute;margin-left:415.8pt;margin-top:3.35pt;width:37.5pt;height:0;z-index:251694080" o:connectortype="straight">
            <v:stroke dashstyle="longDash"/>
          </v:shape>
        </w:pict>
      </w:r>
    </w:p>
    <w:p w:rsidR="00706A67" w:rsidRDefault="00815E5A" w:rsidP="00706A67">
      <w:r>
        <w:rPr>
          <w:noProof/>
          <w:lang w:eastAsia="it-IT"/>
        </w:rPr>
        <w:pict>
          <v:shape id="_x0000_s1045" type="#_x0000_t32" style="position:absolute;margin-left:375.3pt;margin-top:18.4pt;width:78pt;height:0;z-index:251693056" o:connectortype="straight">
            <v:stroke dashstyle="longDash"/>
          </v:shape>
        </w:pict>
      </w:r>
      <w:r>
        <w:rPr>
          <w:noProof/>
          <w:lang w:eastAsia="it-IT"/>
        </w:rPr>
        <w:pict>
          <v:shape id="_x0000_s1043" type="#_x0000_t32" style="position:absolute;margin-left:259.8pt;margin-top:18.4pt;width:78.75pt;height:0;z-index:251691008" o:connectortype="straight">
            <v:stroke dashstyle="longDash"/>
          </v:shape>
        </w:pict>
      </w:r>
      <w:r>
        <w:rPr>
          <w:noProof/>
          <w:lang w:eastAsia="it-IT"/>
        </w:rPr>
        <w:pict>
          <v:shape id="_x0000_s1042" type="#_x0000_t32" style="position:absolute;margin-left:650.55pt;margin-top:13.9pt;width:0;height:78pt;z-index:251687936" o:connectortype="straight" strokecolor="red" strokeweight="2.25pt"/>
        </w:pict>
      </w:r>
      <w:r w:rsidR="00706A67">
        <w:rPr>
          <w:noProof/>
          <w:lang w:val="it-CH" w:eastAsia="it-CH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6747510</wp:posOffset>
            </wp:positionH>
            <wp:positionV relativeFrom="paragraph">
              <wp:posOffset>147955</wp:posOffset>
            </wp:positionV>
            <wp:extent cx="2505075" cy="1038225"/>
            <wp:effectExtent l="19050" t="0" r="9525" b="0"/>
            <wp:wrapTight wrapText="bothSides">
              <wp:wrapPolygon edited="0">
                <wp:start x="-164" y="0"/>
                <wp:lineTo x="-164" y="21402"/>
                <wp:lineTo x="21682" y="21402"/>
                <wp:lineTo x="21682" y="0"/>
                <wp:lineTo x="-164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6A67" w:rsidRDefault="00706A67" w:rsidP="00706A67"/>
    <w:p w:rsidR="00706A67" w:rsidRDefault="00706A67" w:rsidP="00706A67"/>
    <w:p w:rsidR="00706A67" w:rsidRPr="005F27FC" w:rsidRDefault="00706A67" w:rsidP="00706A67">
      <w:r>
        <w:t xml:space="preserve">- PIEGA LA STRISCIA SULLA RIGA ROSSA IN MODO CHE I QUADRATI CON LA SCRITTA SI TROVINO UNO SOPRA L’ALTRO  </w:t>
      </w:r>
    </w:p>
    <w:p w:rsidR="00706A67" w:rsidRDefault="00706A67" w:rsidP="00706A67">
      <w:r>
        <w:t>- METTI IL QUADRATO CON LA SCRITTA SOTTO IL QUADRATO AZZURRO</w:t>
      </w:r>
      <w:r w:rsidRPr="00703C27">
        <w:t>,</w:t>
      </w:r>
      <w:r>
        <w:t xml:space="preserve"> IN MODO CHE I QUADRATI CON LA SCRITTA SI TROVINO UNO SULL’ALTRO</w:t>
      </w:r>
      <w:r w:rsidRPr="00703C27">
        <w:t>.</w:t>
      </w:r>
    </w:p>
    <w:p w:rsidR="00706A67" w:rsidRDefault="00706A67" w:rsidP="00706A67">
      <w:r>
        <w:t>- INCOLLA I QUADRATI BIANCHI UNO SULL’ALTRO</w:t>
      </w:r>
    </w:p>
    <w:p w:rsidR="00706A67" w:rsidRPr="005F27FC" w:rsidRDefault="00706A67" w:rsidP="00706A67">
      <w:r>
        <w:t xml:space="preserve">- IL TRI-TETRAFLEXAGONO </w:t>
      </w:r>
      <w:r w:rsidR="00663BD5">
        <w:t>È</w:t>
      </w:r>
      <w:r>
        <w:t xml:space="preserve"> FINITO! LA FACCIA ANTERIORE</w:t>
      </w:r>
      <w:r w:rsidR="00663BD5">
        <w:t xml:space="preserve"> È </w:t>
      </w:r>
      <w:r>
        <w:t xml:space="preserve">DI COLORE AZZURRO, LA FACCIA POSTERIORE </w:t>
      </w:r>
      <w:r w:rsidR="00815E5A">
        <w:t>È</w:t>
      </w:r>
      <w:r>
        <w:t xml:space="preserve"> VERDE, DOV’</w:t>
      </w:r>
      <w:r w:rsidR="00663BD5">
        <w:t>È</w:t>
      </w:r>
      <w:r>
        <w:t xml:space="preserve"> FINITA LA FACCIA CON LA SCRITTA?</w:t>
      </w:r>
    </w:p>
    <w:p w:rsidR="00706A67" w:rsidRDefault="00706A67" w:rsidP="00706A67">
      <w:r>
        <w:t>- ORA RUOTA IL FLEXAGONO IN MODO DA AVERE LA FACCIA AZZURRA SOPRA</w:t>
      </w:r>
    </w:p>
    <w:p w:rsidR="00706A67" w:rsidRDefault="00706A67" w:rsidP="00706A67">
      <w:r>
        <w:t>- PI</w:t>
      </w:r>
      <w:r w:rsidR="00663BD5">
        <w:t xml:space="preserve">EGA LUNGO LA MEDIANA VERTICALE </w:t>
      </w:r>
      <w:r>
        <w:t>VERSO L’ESTERNO</w:t>
      </w:r>
      <w:bookmarkStart w:id="0" w:name="_GoBack"/>
      <w:bookmarkEnd w:id="0"/>
    </w:p>
    <w:p w:rsidR="00706A67" w:rsidRPr="005F27FC" w:rsidRDefault="00706A67" w:rsidP="00706A67">
      <w:r>
        <w:t>- PRENDENDO I LEMBI IN ALTO A DESTRA E IN BASSO A SINISTRA APRI IL FLEXAGONO COME SE FOSSE UN LIBRO E…SORPRESA!!!</w:t>
      </w:r>
    </w:p>
    <w:p w:rsidR="00706A67" w:rsidRPr="005F27FC" w:rsidRDefault="00706A67" w:rsidP="00706A67"/>
    <w:p w:rsidR="00706A67" w:rsidRPr="005F27FC" w:rsidRDefault="00706A67" w:rsidP="00706A67"/>
    <w:p w:rsidR="00706A67" w:rsidRPr="00706A67" w:rsidRDefault="00706A67" w:rsidP="00706A67">
      <w:pPr>
        <w:tabs>
          <w:tab w:val="left" w:pos="2070"/>
        </w:tabs>
      </w:pPr>
    </w:p>
    <w:sectPr w:rsidR="00706A67" w:rsidRPr="00706A67" w:rsidSect="003454F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454F7"/>
    <w:rsid w:val="000E63CB"/>
    <w:rsid w:val="00104379"/>
    <w:rsid w:val="001E0097"/>
    <w:rsid w:val="003454F7"/>
    <w:rsid w:val="00407CA2"/>
    <w:rsid w:val="004F03FB"/>
    <w:rsid w:val="004F504C"/>
    <w:rsid w:val="005F27FC"/>
    <w:rsid w:val="00663BD5"/>
    <w:rsid w:val="006E4CE3"/>
    <w:rsid w:val="00706A67"/>
    <w:rsid w:val="007936EE"/>
    <w:rsid w:val="00810808"/>
    <w:rsid w:val="00815E5A"/>
    <w:rsid w:val="00865631"/>
    <w:rsid w:val="00B845A1"/>
    <w:rsid w:val="00BF5BBA"/>
    <w:rsid w:val="00C422A1"/>
    <w:rsid w:val="00D2006E"/>
    <w:rsid w:val="00E92567"/>
    <w:rsid w:val="00F1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>
      <o:colormenu v:ext="edit" fillcolor="none" strokecolor="none [2732]"/>
    </o:shapedefaults>
    <o:shapelayout v:ext="edit">
      <o:idmap v:ext="edit" data="1"/>
      <o:rules v:ext="edit">
        <o:r id="V:Rule14" type="connector" idref="#_x0000_s1042"/>
        <o:r id="V:Rule15" type="connector" idref="#_x0000_s1054"/>
        <o:r id="V:Rule16" type="connector" idref="#_x0000_s1044"/>
        <o:r id="V:Rule17" type="connector" idref="#_x0000_s1045"/>
        <o:r id="V:Rule18" type="connector" idref="#_x0000_s1048"/>
        <o:r id="V:Rule19" type="connector" idref="#_x0000_s1049"/>
        <o:r id="V:Rule20" type="connector" idref="#_x0000_s1052"/>
        <o:r id="V:Rule21" type="connector" idref="#_x0000_s1046"/>
        <o:r id="V:Rule22" type="connector" idref="#_x0000_s1047"/>
        <o:r id="V:Rule23" type="connector" idref="#_x0000_s1051"/>
        <o:r id="V:Rule24" type="connector" idref="#_x0000_s1050"/>
        <o:r id="V:Rule25" type="connector" idref="#_x0000_s1053"/>
        <o:r id="V:Rule26" type="connector" idref="#_x0000_s1043"/>
      </o:rules>
    </o:shapelayout>
  </w:shapeDefaults>
  <w:decimalSymbol w:val="."/>
  <w:listSeparator w:val=";"/>
  <w15:docId w15:val="{60E49324-B89E-4B5E-96FF-8B932FDC4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7CA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5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54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43D8A16B</Template>
  <TotalTime>0</TotalTime>
  <Pages>3</Pages>
  <Words>117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Franchini</dc:creator>
  <cp:lastModifiedBy>Panero Monica</cp:lastModifiedBy>
  <cp:revision>8</cp:revision>
  <cp:lastPrinted>2018-04-16T12:56:00Z</cp:lastPrinted>
  <dcterms:created xsi:type="dcterms:W3CDTF">2018-04-16T12:57:00Z</dcterms:created>
  <dcterms:modified xsi:type="dcterms:W3CDTF">2018-12-03T17:04:00Z</dcterms:modified>
</cp:coreProperties>
</file>